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9D0389">
      <w:pPr>
        <w:pStyle w:val="Titul2"/>
      </w:pPr>
      <w:r>
        <w:t>Název zakázky:</w:t>
      </w:r>
      <w:r w:rsidR="009D0389" w:rsidRPr="009D0389">
        <w:t xml:space="preserve"> </w:t>
      </w:r>
      <w:r w:rsidR="009D0389">
        <w:t>„</w:t>
      </w:r>
      <w:r w:rsidR="009D0389">
        <w:t xml:space="preserve">Rekonstrukce výpravní budovy v žst. </w:t>
      </w:r>
      <w:bookmarkStart w:id="0" w:name="_GoBack"/>
      <w:bookmarkEnd w:id="0"/>
      <w:r w:rsidR="009D0389">
        <w:t>Praha hl. n.</w:t>
      </w:r>
      <w:r w:rsidR="009D0389"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</w:t>
      </w:r>
      <w:r w:rsidR="009D0389">
        <w:t xml:space="preserve">echnickou specifikaci, Výkresy a </w:t>
      </w:r>
      <w:r>
        <w:t>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B5B" w:rsidRDefault="00C33B5B" w:rsidP="00962258">
      <w:pPr>
        <w:spacing w:after="0" w:line="240" w:lineRule="auto"/>
      </w:pPr>
      <w:r>
        <w:separator/>
      </w:r>
    </w:p>
  </w:endnote>
  <w:endnote w:type="continuationSeparator" w:id="0">
    <w:p w:rsidR="00C33B5B" w:rsidRDefault="00C33B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038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038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B5B" w:rsidRDefault="00C33B5B" w:rsidP="00962258">
      <w:pPr>
        <w:spacing w:after="0" w:line="240" w:lineRule="auto"/>
      </w:pPr>
      <w:r>
        <w:separator/>
      </w:r>
    </w:p>
  </w:footnote>
  <w:footnote w:type="continuationSeparator" w:id="0">
    <w:p w:rsidR="00C33B5B" w:rsidRDefault="00C33B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0389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33B5B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A9A40"/>
  <w14:defaultImageDpi w14:val="32767"/>
  <w15:docId w15:val="{0AB50ED2-64E3-400C-8CB5-0764E8561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E63124-2F5F-4116-A698-93C358B3F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1</TotalTime>
  <Pages>2</Pages>
  <Words>401</Words>
  <Characters>2369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Kosmál Martin, Ing.</cp:lastModifiedBy>
  <cp:revision>5</cp:revision>
  <cp:lastPrinted>2019-03-07T14:42:00Z</cp:lastPrinted>
  <dcterms:created xsi:type="dcterms:W3CDTF">2020-02-25T07:11:00Z</dcterms:created>
  <dcterms:modified xsi:type="dcterms:W3CDTF">2021-02-10T09:06:00Z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